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68519" w14:textId="77777777" w:rsidR="00531061" w:rsidRDefault="00F3130F" w:rsidP="00CC5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26B4">
        <w:rPr>
          <w:rFonts w:ascii="Times New Roman" w:hAnsi="Times New Roman" w:cs="Times New Roman"/>
          <w:sz w:val="24"/>
          <w:szCs w:val="24"/>
        </w:rPr>
        <w:t xml:space="preserve">FORMULAIRE D’ENREGISTREMENT DES </w:t>
      </w:r>
      <w:r w:rsidR="00684A93">
        <w:rPr>
          <w:rFonts w:ascii="Times New Roman" w:hAnsi="Times New Roman" w:cs="Times New Roman"/>
          <w:sz w:val="24"/>
          <w:szCs w:val="24"/>
        </w:rPr>
        <w:t>SOUMISSIONNAIRES</w:t>
      </w:r>
    </w:p>
    <w:p w14:paraId="44AD1408" w14:textId="77777777" w:rsidR="00CC5F17" w:rsidRDefault="00CC5F17" w:rsidP="00CC5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E64BCD" w14:textId="77777777" w:rsidR="003029DF" w:rsidRPr="00CC5F17" w:rsidRDefault="003029DF" w:rsidP="003029DF">
      <w:pPr>
        <w:pStyle w:val="Paragraphedelist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7">
        <w:rPr>
          <w:rFonts w:ascii="Times New Roman" w:hAnsi="Times New Roman" w:cs="Times New Roman"/>
          <w:b/>
          <w:sz w:val="24"/>
          <w:szCs w:val="24"/>
        </w:rPr>
        <w:t>BUREAUX D’ETUDES ET FOURNISSEURS</w:t>
      </w:r>
    </w:p>
    <w:p w14:paraId="23F6C999" w14:textId="77777777" w:rsidR="003029DF" w:rsidRPr="003029DF" w:rsidRDefault="003029DF" w:rsidP="003029DF">
      <w:pPr>
        <w:pStyle w:val="Paragraphedeliste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35"/>
        <w:gridCol w:w="6203"/>
      </w:tblGrid>
      <w:tr w:rsidR="00A16439" w14:paraId="278259F3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2"/>
            <w:vAlign w:val="center"/>
          </w:tcPr>
          <w:p w14:paraId="4DA0A90E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Localisation de l’entreprise</w:t>
            </w:r>
          </w:p>
        </w:tc>
      </w:tr>
      <w:tr w:rsidR="009706E3" w14:paraId="5DCD90B4" w14:textId="77777777" w:rsidTr="00064CE3">
        <w:trPr>
          <w:trHeight w:val="340"/>
        </w:trPr>
        <w:tc>
          <w:tcPr>
            <w:tcW w:w="3375" w:type="dxa"/>
          </w:tcPr>
          <w:p w14:paraId="4EC18D47" w14:textId="77777777" w:rsidR="009706E3" w:rsidRPr="009706E3" w:rsidRDefault="009543A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Raison Sociale</w:t>
            </w:r>
          </w:p>
        </w:tc>
        <w:tc>
          <w:tcPr>
            <w:tcW w:w="6143" w:type="dxa"/>
          </w:tcPr>
          <w:p w14:paraId="7255BA00" w14:textId="77777777" w:rsidR="009706E3" w:rsidRDefault="00064CE3" w:rsidP="0097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9706E3" w14:paraId="6295DC73" w14:textId="77777777" w:rsidTr="00064CE3">
        <w:trPr>
          <w:trHeight w:val="340"/>
        </w:trPr>
        <w:tc>
          <w:tcPr>
            <w:tcW w:w="3375" w:type="dxa"/>
          </w:tcPr>
          <w:p w14:paraId="3235293A" w14:textId="77777777" w:rsidR="009706E3" w:rsidRDefault="009706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Sigle</w:t>
            </w:r>
          </w:p>
        </w:tc>
        <w:tc>
          <w:tcPr>
            <w:tcW w:w="6143" w:type="dxa"/>
          </w:tcPr>
          <w:p w14:paraId="3C7B55C3" w14:textId="77777777" w:rsidR="009706E3" w:rsidRDefault="00064CE3" w:rsidP="0097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CE3" w14:paraId="6B7BCF23" w14:textId="77777777" w:rsidTr="00064CE3">
        <w:trPr>
          <w:trHeight w:val="340"/>
        </w:trPr>
        <w:tc>
          <w:tcPr>
            <w:tcW w:w="3375" w:type="dxa"/>
          </w:tcPr>
          <w:p w14:paraId="2A3713FA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Adresse</w:t>
            </w:r>
          </w:p>
        </w:tc>
        <w:tc>
          <w:tcPr>
            <w:tcW w:w="6143" w:type="dxa"/>
          </w:tcPr>
          <w:p w14:paraId="1E061C63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58BD643A" w14:textId="77777777" w:rsidTr="00064CE3">
        <w:trPr>
          <w:trHeight w:val="340"/>
        </w:trPr>
        <w:tc>
          <w:tcPr>
            <w:tcW w:w="3375" w:type="dxa"/>
          </w:tcPr>
          <w:p w14:paraId="07C6755E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Ville</w:t>
            </w:r>
          </w:p>
        </w:tc>
        <w:tc>
          <w:tcPr>
            <w:tcW w:w="6143" w:type="dxa"/>
          </w:tcPr>
          <w:p w14:paraId="6391502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6D76DCC7" w14:textId="77777777" w:rsidTr="00064CE3">
        <w:trPr>
          <w:trHeight w:val="340"/>
        </w:trPr>
        <w:tc>
          <w:tcPr>
            <w:tcW w:w="3375" w:type="dxa"/>
          </w:tcPr>
          <w:p w14:paraId="74BAE068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Pays</w:t>
            </w:r>
          </w:p>
        </w:tc>
        <w:tc>
          <w:tcPr>
            <w:tcW w:w="6143" w:type="dxa"/>
          </w:tcPr>
          <w:p w14:paraId="403FDFB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040908FE" w14:textId="77777777" w:rsidTr="00064CE3">
        <w:trPr>
          <w:trHeight w:val="340"/>
        </w:trPr>
        <w:tc>
          <w:tcPr>
            <w:tcW w:w="3375" w:type="dxa"/>
          </w:tcPr>
          <w:p w14:paraId="0400A1F4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Boîte postale</w:t>
            </w:r>
          </w:p>
        </w:tc>
        <w:tc>
          <w:tcPr>
            <w:tcW w:w="6143" w:type="dxa"/>
          </w:tcPr>
          <w:p w14:paraId="2751B13C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2453AFF7" w14:textId="77777777" w:rsidTr="00064CE3">
        <w:trPr>
          <w:trHeight w:val="340"/>
        </w:trPr>
        <w:tc>
          <w:tcPr>
            <w:tcW w:w="3375" w:type="dxa"/>
          </w:tcPr>
          <w:p w14:paraId="69AAA29B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Téléphone</w:t>
            </w:r>
          </w:p>
        </w:tc>
        <w:tc>
          <w:tcPr>
            <w:tcW w:w="6143" w:type="dxa"/>
          </w:tcPr>
          <w:p w14:paraId="522D0633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0242132C" w14:textId="77777777" w:rsidTr="00064CE3">
        <w:trPr>
          <w:trHeight w:val="340"/>
        </w:trPr>
        <w:tc>
          <w:tcPr>
            <w:tcW w:w="3375" w:type="dxa"/>
          </w:tcPr>
          <w:p w14:paraId="39925D9D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6143" w:type="dxa"/>
          </w:tcPr>
          <w:p w14:paraId="3F1E236E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3CC55BD8" w14:textId="77777777" w:rsidTr="00064CE3">
        <w:trPr>
          <w:trHeight w:val="340"/>
        </w:trPr>
        <w:tc>
          <w:tcPr>
            <w:tcW w:w="3375" w:type="dxa"/>
          </w:tcPr>
          <w:p w14:paraId="3BE63B27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officiel</w:t>
            </w:r>
          </w:p>
        </w:tc>
        <w:tc>
          <w:tcPr>
            <w:tcW w:w="6143" w:type="dxa"/>
          </w:tcPr>
          <w:p w14:paraId="0A781B8B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  <w:tr w:rsidR="00064CE3" w14:paraId="6395D3CB" w14:textId="77777777" w:rsidTr="00064CE3">
        <w:trPr>
          <w:trHeight w:val="340"/>
        </w:trPr>
        <w:tc>
          <w:tcPr>
            <w:tcW w:w="3375" w:type="dxa"/>
          </w:tcPr>
          <w:p w14:paraId="7A6137B8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Internet</w:t>
            </w:r>
          </w:p>
        </w:tc>
        <w:tc>
          <w:tcPr>
            <w:tcW w:w="6143" w:type="dxa"/>
          </w:tcPr>
          <w:p w14:paraId="7EA38E44" w14:textId="77777777" w:rsidR="00064CE3" w:rsidRDefault="00064CE3">
            <w:r w:rsidRPr="00E11A73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1A73">
              <w:rPr>
                <w:rFonts w:cs="Arial"/>
              </w:rPr>
              <w:instrText xml:space="preserve"> FORMTEXT </w:instrText>
            </w:r>
            <w:r w:rsidRPr="00E11A73">
              <w:rPr>
                <w:rFonts w:cs="Arial"/>
              </w:rPr>
            </w:r>
            <w:r w:rsidRPr="00E11A73">
              <w:rPr>
                <w:rFonts w:cs="Arial"/>
              </w:rPr>
              <w:fldChar w:fldCharType="separate"/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t> </w:t>
            </w:r>
            <w:r w:rsidRPr="00E11A73">
              <w:rPr>
                <w:rFonts w:cs="Arial"/>
              </w:rPr>
              <w:fldChar w:fldCharType="end"/>
            </w:r>
          </w:p>
        </w:tc>
      </w:tr>
    </w:tbl>
    <w:p w14:paraId="05EAEDCA" w14:textId="77777777" w:rsidR="009706E3" w:rsidRDefault="009706E3" w:rsidP="00CC5F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49"/>
        <w:gridCol w:w="6189"/>
      </w:tblGrid>
      <w:tr w:rsidR="00A16439" w14:paraId="4243AAE6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2"/>
            <w:vAlign w:val="center"/>
          </w:tcPr>
          <w:p w14:paraId="20B10619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Coordonnées du Représentant de l’entreprise</w:t>
            </w:r>
          </w:p>
        </w:tc>
      </w:tr>
      <w:tr w:rsidR="00064CE3" w14:paraId="47EF5260" w14:textId="77777777" w:rsidTr="00064CE3">
        <w:trPr>
          <w:trHeight w:val="340"/>
        </w:trPr>
        <w:tc>
          <w:tcPr>
            <w:tcW w:w="3389" w:type="dxa"/>
          </w:tcPr>
          <w:p w14:paraId="39000DC6" w14:textId="77777777" w:rsidR="00064CE3" w:rsidRPr="009706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Noms du Représentant </w:t>
            </w:r>
          </w:p>
        </w:tc>
        <w:tc>
          <w:tcPr>
            <w:tcW w:w="6129" w:type="dxa"/>
          </w:tcPr>
          <w:p w14:paraId="521D4510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4E5C7B86" w14:textId="77777777" w:rsidTr="00064CE3">
        <w:trPr>
          <w:trHeight w:val="340"/>
        </w:trPr>
        <w:tc>
          <w:tcPr>
            <w:tcW w:w="3389" w:type="dxa"/>
          </w:tcPr>
          <w:p w14:paraId="4338055E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Fonction</w:t>
            </w:r>
          </w:p>
        </w:tc>
        <w:tc>
          <w:tcPr>
            <w:tcW w:w="6129" w:type="dxa"/>
          </w:tcPr>
          <w:p w14:paraId="5732AE7B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2D59DC1C" w14:textId="77777777" w:rsidTr="00064CE3">
        <w:trPr>
          <w:trHeight w:val="340"/>
        </w:trPr>
        <w:tc>
          <w:tcPr>
            <w:tcW w:w="3389" w:type="dxa"/>
          </w:tcPr>
          <w:p w14:paraId="4CFBB186" w14:textId="77777777" w:rsidR="00064CE3" w:rsidRDefault="00064CE3" w:rsidP="00F9135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Monsieur/Madame</w:t>
            </w:r>
          </w:p>
        </w:tc>
        <w:tc>
          <w:tcPr>
            <w:tcW w:w="6129" w:type="dxa"/>
          </w:tcPr>
          <w:p w14:paraId="6ED64675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  <w:tr w:rsidR="00064CE3" w14:paraId="42083D4E" w14:textId="77777777" w:rsidTr="00064CE3">
        <w:trPr>
          <w:trHeight w:val="340"/>
        </w:trPr>
        <w:tc>
          <w:tcPr>
            <w:tcW w:w="3389" w:type="dxa"/>
          </w:tcPr>
          <w:p w14:paraId="6B5DDD56" w14:textId="77777777" w:rsidR="00064CE3" w:rsidRDefault="00064CE3" w:rsidP="009706E3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6129" w:type="dxa"/>
          </w:tcPr>
          <w:p w14:paraId="0B010ACE" w14:textId="77777777" w:rsidR="00064CE3" w:rsidRDefault="00064CE3">
            <w:r w:rsidRPr="006B624C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624C">
              <w:rPr>
                <w:rFonts w:cs="Arial"/>
              </w:rPr>
              <w:instrText xml:space="preserve"> FORMTEXT </w:instrText>
            </w:r>
            <w:r w:rsidRPr="006B624C">
              <w:rPr>
                <w:rFonts w:cs="Arial"/>
              </w:rPr>
            </w:r>
            <w:r w:rsidRPr="006B624C">
              <w:rPr>
                <w:rFonts w:cs="Arial"/>
              </w:rPr>
              <w:fldChar w:fldCharType="separate"/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t> </w:t>
            </w:r>
            <w:r w:rsidRPr="006B624C">
              <w:rPr>
                <w:rFonts w:cs="Arial"/>
              </w:rPr>
              <w:fldChar w:fldCharType="end"/>
            </w:r>
          </w:p>
        </w:tc>
      </w:tr>
    </w:tbl>
    <w:p w14:paraId="5124A337" w14:textId="77777777" w:rsidR="002D73D0" w:rsidRDefault="002D73D0" w:rsidP="00CC5F17">
      <w:pPr>
        <w:spacing w:after="0"/>
        <w:jc w:val="center"/>
      </w:pPr>
    </w:p>
    <w:tbl>
      <w:tblPr>
        <w:tblStyle w:val="Style2"/>
        <w:tblW w:w="9638" w:type="dxa"/>
        <w:tblLook w:val="04A0" w:firstRow="1" w:lastRow="0" w:firstColumn="1" w:lastColumn="0" w:noHBand="0" w:noVBand="1"/>
      </w:tblPr>
      <w:tblGrid>
        <w:gridCol w:w="3409"/>
        <w:gridCol w:w="4480"/>
        <w:gridCol w:w="1749"/>
      </w:tblGrid>
      <w:tr w:rsidR="00A16439" w14:paraId="72EA597E" w14:textId="77777777" w:rsidTr="00064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558" w:type="dxa"/>
            <w:gridSpan w:val="3"/>
            <w:vAlign w:val="center"/>
          </w:tcPr>
          <w:p w14:paraId="05965292" w14:textId="77777777" w:rsidR="00A16439" w:rsidRPr="00A16439" w:rsidRDefault="00A16439" w:rsidP="00215F2D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39">
              <w:rPr>
                <w:rFonts w:ascii="Times New Roman" w:hAnsi="Times New Roman" w:cs="Times New Roman"/>
                <w:b/>
                <w:sz w:val="24"/>
                <w:szCs w:val="24"/>
              </w:rPr>
              <w:t>Informations d’identification</w:t>
            </w:r>
          </w:p>
        </w:tc>
      </w:tr>
      <w:tr w:rsidR="00064CE3" w14:paraId="686E1676" w14:textId="77777777" w:rsidTr="00064CE3">
        <w:trPr>
          <w:trHeight w:val="340"/>
        </w:trPr>
        <w:tc>
          <w:tcPr>
            <w:tcW w:w="3349" w:type="dxa"/>
          </w:tcPr>
          <w:p w14:paraId="2378284B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de création</w:t>
            </w:r>
          </w:p>
        </w:tc>
        <w:tc>
          <w:tcPr>
            <w:tcW w:w="6169" w:type="dxa"/>
            <w:gridSpan w:val="2"/>
          </w:tcPr>
          <w:p w14:paraId="53AE7FEA" w14:textId="77777777" w:rsidR="00064CE3" w:rsidRDefault="00064CE3">
            <w:r w:rsidRPr="00391188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91188">
              <w:rPr>
                <w:rFonts w:cs="Arial"/>
              </w:rPr>
              <w:instrText xml:space="preserve"> FORMTEXT </w:instrText>
            </w:r>
            <w:r w:rsidRPr="00391188">
              <w:rPr>
                <w:rFonts w:cs="Arial"/>
              </w:rPr>
            </w:r>
            <w:r w:rsidRPr="00391188">
              <w:rPr>
                <w:rFonts w:cs="Arial"/>
              </w:rPr>
              <w:fldChar w:fldCharType="separate"/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fldChar w:fldCharType="end"/>
            </w:r>
          </w:p>
        </w:tc>
      </w:tr>
      <w:tr w:rsidR="00064CE3" w14:paraId="6C481027" w14:textId="77777777" w:rsidTr="00064CE3">
        <w:trPr>
          <w:trHeight w:val="340"/>
        </w:trPr>
        <w:tc>
          <w:tcPr>
            <w:tcW w:w="3349" w:type="dxa"/>
          </w:tcPr>
          <w:p w14:paraId="6260A0A1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Statut juridique</w:t>
            </w:r>
          </w:p>
        </w:tc>
        <w:tc>
          <w:tcPr>
            <w:tcW w:w="6169" w:type="dxa"/>
            <w:gridSpan w:val="2"/>
          </w:tcPr>
          <w:p w14:paraId="2FFF32AE" w14:textId="77777777" w:rsidR="00064CE3" w:rsidRDefault="00064CE3">
            <w:r w:rsidRPr="00391188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91188">
              <w:rPr>
                <w:rFonts w:cs="Arial"/>
              </w:rPr>
              <w:instrText xml:space="preserve"> FORMTEXT </w:instrText>
            </w:r>
            <w:r w:rsidRPr="00391188">
              <w:rPr>
                <w:rFonts w:cs="Arial"/>
              </w:rPr>
            </w:r>
            <w:r w:rsidRPr="00391188">
              <w:rPr>
                <w:rFonts w:cs="Arial"/>
              </w:rPr>
              <w:fldChar w:fldCharType="separate"/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t> </w:t>
            </w:r>
            <w:r w:rsidRPr="00391188">
              <w:rPr>
                <w:rFonts w:cs="Arial"/>
              </w:rPr>
              <w:fldChar w:fldCharType="end"/>
            </w:r>
          </w:p>
        </w:tc>
      </w:tr>
      <w:tr w:rsidR="00E02B23" w14:paraId="31E7C3F1" w14:textId="77777777" w:rsidTr="00064CE3">
        <w:trPr>
          <w:trHeight w:val="340"/>
        </w:trPr>
        <w:tc>
          <w:tcPr>
            <w:tcW w:w="3349" w:type="dxa"/>
          </w:tcPr>
          <w:p w14:paraId="23A0AB4B" w14:textId="77777777" w:rsidR="009706E3" w:rsidRDefault="00E02B2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Secteurs</w:t>
            </w:r>
            <w:r w:rsidR="002D73D0">
              <w:rPr>
                <w:rFonts w:ascii="Times New Roman" w:hAnsi="Times New Roman" w:cs="Times New Roman"/>
                <w:sz w:val="24"/>
                <w:szCs w:val="24"/>
              </w:rPr>
              <w:t xml:space="preserve"> d’activités</w:t>
            </w:r>
          </w:p>
        </w:tc>
        <w:tc>
          <w:tcPr>
            <w:tcW w:w="6169" w:type="dxa"/>
            <w:gridSpan w:val="2"/>
          </w:tcPr>
          <w:p w14:paraId="65D8314A" w14:textId="77777777" w:rsidR="009706E3" w:rsidRPr="002D73D0" w:rsidRDefault="00755076" w:rsidP="00755076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remplir à l’annexe 1</w:t>
            </w:r>
          </w:p>
        </w:tc>
      </w:tr>
      <w:tr w:rsidR="00064CE3" w14:paraId="25A0B8FC" w14:textId="77777777" w:rsidTr="00064CE3">
        <w:trPr>
          <w:trHeight w:val="340"/>
        </w:trPr>
        <w:tc>
          <w:tcPr>
            <w:tcW w:w="3349" w:type="dxa"/>
            <w:vMerge w:val="restart"/>
          </w:tcPr>
          <w:p w14:paraId="2354C926" w14:textId="77777777" w:rsidR="00064CE3" w:rsidRDefault="00064CE3" w:rsidP="002D73D0">
            <w:pPr>
              <w:pStyle w:val="Paragraphedeliste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Pièces fournies </w:t>
            </w:r>
          </w:p>
          <w:p w14:paraId="06B56D0E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(OUI / NON)</w:t>
            </w:r>
          </w:p>
          <w:p w14:paraId="7925790A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1755C" w14:textId="77777777" w:rsidR="00064CE3" w:rsidRDefault="00064CE3" w:rsidP="00A16439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2026A9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7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RCCM</w:t>
            </w:r>
          </w:p>
        </w:tc>
        <w:tc>
          <w:tcPr>
            <w:tcW w:w="1689" w:type="dxa"/>
          </w:tcPr>
          <w:p w14:paraId="3A77EBE0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1FD407E2" w14:textId="77777777" w:rsidTr="00064CE3">
        <w:trPr>
          <w:trHeight w:val="340"/>
        </w:trPr>
        <w:tc>
          <w:tcPr>
            <w:tcW w:w="3349" w:type="dxa"/>
            <w:vMerge/>
          </w:tcPr>
          <w:p w14:paraId="21E54F66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523CA34" w14:textId="56A7E38D" w:rsidR="00064CE3" w:rsidRPr="002D73D0" w:rsidRDefault="00E71F3E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1C5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41C5D">
              <w:rPr>
                <w:rFonts w:ascii="Times New Roman" w:hAnsi="Times New Roman" w:cs="Times New Roman"/>
                <w:sz w:val="24"/>
                <w:szCs w:val="24"/>
              </w:rPr>
              <w:t>uméro d’Identification Fiscale (NIF)</w:t>
            </w:r>
          </w:p>
        </w:tc>
        <w:tc>
          <w:tcPr>
            <w:tcW w:w="1689" w:type="dxa"/>
          </w:tcPr>
          <w:p w14:paraId="79111809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65FEE274" w14:textId="77777777" w:rsidTr="00064CE3">
        <w:trPr>
          <w:trHeight w:val="340"/>
        </w:trPr>
        <w:tc>
          <w:tcPr>
            <w:tcW w:w="3349" w:type="dxa"/>
            <w:vMerge/>
          </w:tcPr>
          <w:p w14:paraId="243F3142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75187BF" w14:textId="46BE8C9E" w:rsidR="00064CE3" w:rsidRPr="002D73D0" w:rsidRDefault="00231810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26091">
              <w:rPr>
                <w:rFonts w:ascii="Times New Roman" w:hAnsi="Times New Roman" w:cs="Times New Roman"/>
                <w:sz w:val="24"/>
                <w:szCs w:val="24"/>
              </w:rPr>
              <w:t>ttesta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="00026091" w:rsidRPr="0002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026091" w:rsidRPr="00026091">
              <w:rPr>
                <w:rFonts w:ascii="Times New Roman" w:hAnsi="Times New Roman" w:cs="Times New Roman"/>
                <w:sz w:val="24"/>
                <w:szCs w:val="24"/>
              </w:rPr>
              <w:t>la déclaration et le paiement des cotisations sociales à l’Institut Nationale de Prévoyance Sociale (INPS)</w:t>
            </w:r>
          </w:p>
        </w:tc>
        <w:tc>
          <w:tcPr>
            <w:tcW w:w="1689" w:type="dxa"/>
          </w:tcPr>
          <w:p w14:paraId="7DD16AE6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37DB6011" w14:textId="77777777" w:rsidTr="00064CE3">
        <w:trPr>
          <w:trHeight w:val="340"/>
        </w:trPr>
        <w:tc>
          <w:tcPr>
            <w:tcW w:w="3349" w:type="dxa"/>
            <w:vMerge/>
          </w:tcPr>
          <w:p w14:paraId="7E42615E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39E3C32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73D0">
              <w:rPr>
                <w:rFonts w:ascii="Times New Roman" w:hAnsi="Times New Roman" w:cs="Times New Roman"/>
                <w:sz w:val="24"/>
                <w:szCs w:val="24"/>
              </w:rPr>
              <w:t>Attestation fiscale</w:t>
            </w:r>
          </w:p>
        </w:tc>
        <w:tc>
          <w:tcPr>
            <w:tcW w:w="1689" w:type="dxa"/>
          </w:tcPr>
          <w:p w14:paraId="78783D7A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07234245" w14:textId="77777777" w:rsidTr="00064CE3">
        <w:trPr>
          <w:trHeight w:val="340"/>
        </w:trPr>
        <w:tc>
          <w:tcPr>
            <w:tcW w:w="3349" w:type="dxa"/>
            <w:vMerge/>
          </w:tcPr>
          <w:p w14:paraId="760131A2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D9FC4E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D73D0">
              <w:rPr>
                <w:rFonts w:ascii="Times New Roman" w:hAnsi="Times New Roman" w:cs="Times New Roman"/>
                <w:sz w:val="24"/>
                <w:szCs w:val="24"/>
              </w:rPr>
              <w:t>Attestation de non faillite</w:t>
            </w:r>
          </w:p>
        </w:tc>
        <w:tc>
          <w:tcPr>
            <w:tcW w:w="1689" w:type="dxa"/>
          </w:tcPr>
          <w:p w14:paraId="13B0F7E8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  <w:tr w:rsidR="00064CE3" w14:paraId="62CAF276" w14:textId="77777777" w:rsidTr="00064CE3">
        <w:trPr>
          <w:trHeight w:val="340"/>
        </w:trPr>
        <w:tc>
          <w:tcPr>
            <w:tcW w:w="3349" w:type="dxa"/>
            <w:vMerge/>
          </w:tcPr>
          <w:p w14:paraId="6EB21360" w14:textId="77777777" w:rsidR="00064CE3" w:rsidRDefault="00064CE3" w:rsidP="002D73D0">
            <w:pPr>
              <w:pStyle w:val="Paragraphedeliste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9E4090" w14:textId="77777777" w:rsidR="00064CE3" w:rsidRPr="002D73D0" w:rsidRDefault="00064CE3" w:rsidP="002D73D0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RIB</w:t>
            </w:r>
          </w:p>
        </w:tc>
        <w:tc>
          <w:tcPr>
            <w:tcW w:w="1689" w:type="dxa"/>
          </w:tcPr>
          <w:p w14:paraId="121FA35D" w14:textId="77777777" w:rsidR="00064CE3" w:rsidRDefault="00064CE3">
            <w:r w:rsidRPr="00D75001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75001">
              <w:rPr>
                <w:rFonts w:cs="Arial"/>
              </w:rPr>
              <w:instrText xml:space="preserve"> FORMTEXT </w:instrText>
            </w:r>
            <w:r w:rsidRPr="00D75001">
              <w:rPr>
                <w:rFonts w:cs="Arial"/>
              </w:rPr>
            </w:r>
            <w:r w:rsidRPr="00D75001">
              <w:rPr>
                <w:rFonts w:cs="Arial"/>
              </w:rPr>
              <w:fldChar w:fldCharType="separate"/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t> </w:t>
            </w:r>
            <w:r w:rsidRPr="00D75001">
              <w:rPr>
                <w:rFonts w:cs="Arial"/>
              </w:rPr>
              <w:fldChar w:fldCharType="end"/>
            </w:r>
          </w:p>
        </w:tc>
      </w:tr>
    </w:tbl>
    <w:p w14:paraId="712A0866" w14:textId="77777777" w:rsidR="00CC5F17" w:rsidRDefault="00CC5F17" w:rsidP="003029DF">
      <w:pPr>
        <w:pStyle w:val="Paragraphedelist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  <w:sectPr w:rsidR="00CC5F17" w:rsidSect="003029DF">
          <w:headerReference w:type="default" r:id="rId8"/>
          <w:pgSz w:w="11906" w:h="16838"/>
          <w:pgMar w:top="1843" w:right="1417" w:bottom="1134" w:left="1417" w:header="708" w:footer="708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space="708"/>
          <w:docGrid w:linePitch="360"/>
        </w:sectPr>
      </w:pPr>
    </w:p>
    <w:tbl>
      <w:tblPr>
        <w:tblStyle w:val="Style2"/>
        <w:tblW w:w="9286" w:type="dxa"/>
        <w:tblLook w:val="04A0" w:firstRow="1" w:lastRow="0" w:firstColumn="1" w:lastColumn="0" w:noHBand="0" w:noVBand="1"/>
      </w:tblPr>
      <w:tblGrid>
        <w:gridCol w:w="9286"/>
      </w:tblGrid>
      <w:tr w:rsidR="00E86C57" w14:paraId="4AEA0EFC" w14:textId="77777777" w:rsidTr="00334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06" w:type="dxa"/>
          </w:tcPr>
          <w:p w14:paraId="749130A8" w14:textId="77777777" w:rsidR="00E86C57" w:rsidRPr="00CC5F17" w:rsidRDefault="00E86C57" w:rsidP="00CC5F17">
            <w:pPr>
              <w:pStyle w:val="Paragraphedeliste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Renseignements complémentaire</w:t>
            </w:r>
            <w:r w:rsidR="00664413"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CC5F17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  <w:p w14:paraId="010483C3" w14:textId="77777777" w:rsidR="00CF252B" w:rsidRDefault="00EA7449" w:rsidP="00131FC8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8E68C7E" wp14:editId="7FA89955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15240</wp:posOffset>
                      </wp:positionV>
                      <wp:extent cx="257175" cy="1333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47D96A" id="Rectangle 3" o:spid="_x0000_s1026" style="position:absolute;margin-left:336.15pt;margin-top:1.2pt;width:20.25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="00CF252B"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F50BD" wp14:editId="209903B5">
                      <wp:simplePos x="0" y="0"/>
                      <wp:positionH relativeFrom="column">
                        <wp:posOffset>5050155</wp:posOffset>
                      </wp:positionH>
                      <wp:positionV relativeFrom="paragraph">
                        <wp:posOffset>34290</wp:posOffset>
                      </wp:positionV>
                      <wp:extent cx="257175" cy="1333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5932D0" id="Rectangle 4" o:spid="_x0000_s1026" style="position:absolute;margin-left:397.65pt;margin-top:2.7pt;width:20.25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" fillcolor="white [3201]" strokecolor="black [3200]" strokeweight="1pt"/>
                  </w:pict>
                </mc:Fallback>
              </mc:AlternateConten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>Avez-vous déjà participé à un appel d’offre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 xml:space="preserve"> de la GIZ ? OUI</w:t>
            </w:r>
            <w:r w:rsidR="00CF252B">
              <w:rPr>
                <w:rFonts w:ascii="Times New Roman" w:hAnsi="Times New Roman" w:cs="Times New Roman"/>
                <w:sz w:val="24"/>
                <w:szCs w:val="24"/>
              </w:rPr>
              <w:tab/>
              <w:t>Non</w:t>
            </w:r>
          </w:p>
          <w:p w14:paraId="253F8484" w14:textId="77777777" w:rsidR="000E280E" w:rsidRDefault="000E280E" w:rsidP="00452DB5">
            <w:pPr>
              <w:pStyle w:val="Paragraphedeliste"/>
              <w:tabs>
                <w:tab w:val="left" w:pos="7380"/>
                <w:tab w:val="right" w:pos="895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oui, veuillez renseigner les numéros des dossiers …………………………….</w:t>
            </w:r>
          </w:p>
          <w:p w14:paraId="10CB8A08" w14:textId="77777777" w:rsidR="00EA7449" w:rsidRDefault="00EA7449" w:rsidP="000E280E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B1E39" w14:textId="77777777" w:rsidR="000E280E" w:rsidRDefault="00EA7449" w:rsidP="000E280E">
            <w:pPr>
              <w:pStyle w:val="Paragraphedeliste"/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2FEE34" wp14:editId="2ED21B41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13335</wp:posOffset>
                      </wp:positionV>
                      <wp:extent cx="257175" cy="1333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B5DB4" id="Rectangle 2" o:spid="_x0000_s1026" style="position:absolute;margin-left:336.15pt;margin-top:1.05pt;width:20.25pt;height:1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Pr="00E86C57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D6C68B3" wp14:editId="52F97DEF">
                      <wp:simplePos x="0" y="0"/>
                      <wp:positionH relativeFrom="column">
                        <wp:posOffset>5050155</wp:posOffset>
                      </wp:positionH>
                      <wp:positionV relativeFrom="paragraph">
                        <wp:posOffset>13335</wp:posOffset>
                      </wp:positionV>
                      <wp:extent cx="257175" cy="1333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258FC6" id="Rectangle 9" o:spid="_x0000_s1026" style="position:absolute;margin-left:397.65pt;margin-top:1.05pt;width:20.25pt;height:1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" fillcolor="white [3201]" strokecolor="black [3200]" strokeweight="1pt"/>
                  </w:pict>
                </mc:Fallback>
              </mc:AlternateConten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 xml:space="preserve">Avez-vous déjà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exécuté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 xml:space="preserve"> des marchés pour la GIZ 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>OUI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80E">
              <w:rPr>
                <w:rFonts w:ascii="Times New Roman" w:hAnsi="Times New Roman" w:cs="Times New Roman"/>
                <w:sz w:val="24"/>
                <w:szCs w:val="24"/>
              </w:rPr>
              <w:tab/>
              <w:t>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435393" w14:textId="77777777" w:rsidR="00452DB5" w:rsidRPr="00131FC8" w:rsidRDefault="00EA7449" w:rsidP="00EA7449">
            <w:pPr>
              <w:pStyle w:val="Paragraphedeliste"/>
              <w:tabs>
                <w:tab w:val="left" w:pos="7380"/>
                <w:tab w:val="right" w:pos="895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oui, veuillez renseigner les numéros des contrats …………………………….</w:t>
            </w:r>
          </w:p>
        </w:tc>
      </w:tr>
    </w:tbl>
    <w:p w14:paraId="104DB8A2" w14:textId="77777777" w:rsidR="00E86C57" w:rsidRDefault="00E86C57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10B0E596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D6470F3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14E02BA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8CB7B80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14DC6D9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7FD25B81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40D5A8D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4F57A245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6FF9231B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 xml:space="preserve">Je, soussigné, accepte les conditions générales </w:t>
      </w:r>
      <w:r w:rsidR="00755076">
        <w:rPr>
          <w:rFonts w:ascii="Times New Roman" w:hAnsi="Times New Roman" w:cs="Times New Roman"/>
          <w:sz w:val="24"/>
          <w:szCs w:val="24"/>
        </w:rPr>
        <w:t xml:space="preserve">locales </w:t>
      </w:r>
      <w:r w:rsidRPr="00131FC8">
        <w:rPr>
          <w:rFonts w:ascii="Times New Roman" w:hAnsi="Times New Roman" w:cs="Times New Roman"/>
          <w:sz w:val="24"/>
          <w:szCs w:val="24"/>
        </w:rPr>
        <w:t xml:space="preserve">applicables </w:t>
      </w:r>
      <w:r w:rsidR="00755076">
        <w:rPr>
          <w:rFonts w:ascii="Times New Roman" w:hAnsi="Times New Roman" w:cs="Times New Roman"/>
          <w:sz w:val="24"/>
          <w:szCs w:val="24"/>
        </w:rPr>
        <w:t>aux consultants/</w:t>
      </w:r>
      <w:r w:rsidRPr="00131FC8">
        <w:rPr>
          <w:rFonts w:ascii="Times New Roman" w:hAnsi="Times New Roman" w:cs="Times New Roman"/>
          <w:sz w:val="24"/>
          <w:szCs w:val="24"/>
        </w:rPr>
        <w:t xml:space="preserve">aux commandes </w:t>
      </w:r>
      <w:r>
        <w:rPr>
          <w:rFonts w:ascii="Times New Roman" w:hAnsi="Times New Roman" w:cs="Times New Roman"/>
          <w:sz w:val="24"/>
          <w:szCs w:val="24"/>
        </w:rPr>
        <w:t>de la GIZ</w:t>
      </w:r>
      <w:r w:rsidRPr="00131FC8">
        <w:rPr>
          <w:rFonts w:ascii="Times New Roman" w:hAnsi="Times New Roman" w:cs="Times New Roman"/>
          <w:sz w:val="24"/>
          <w:szCs w:val="24"/>
        </w:rPr>
        <w:t>, dont un exemplaire m’a été remis. Je certifie que les renseignements fournis dans le présent formulair</w:t>
      </w:r>
      <w:r>
        <w:rPr>
          <w:rFonts w:ascii="Times New Roman" w:hAnsi="Times New Roman" w:cs="Times New Roman"/>
          <w:sz w:val="24"/>
          <w:szCs w:val="24"/>
        </w:rPr>
        <w:t>e sont exacts et je m’engage à</w:t>
      </w:r>
      <w:r w:rsidRPr="00131FC8">
        <w:rPr>
          <w:rFonts w:ascii="Times New Roman" w:hAnsi="Times New Roman" w:cs="Times New Roman"/>
          <w:sz w:val="24"/>
          <w:szCs w:val="24"/>
        </w:rPr>
        <w:t xml:space="preserve"> vous informer </w:t>
      </w:r>
      <w:r>
        <w:rPr>
          <w:rFonts w:ascii="Times New Roman" w:hAnsi="Times New Roman" w:cs="Times New Roman"/>
          <w:sz w:val="24"/>
          <w:szCs w:val="24"/>
        </w:rPr>
        <w:t>dans les plus brefs délais,</w:t>
      </w:r>
      <w:r w:rsidRPr="00131FC8">
        <w:rPr>
          <w:rFonts w:ascii="Times New Roman" w:hAnsi="Times New Roman" w:cs="Times New Roman"/>
          <w:sz w:val="24"/>
          <w:szCs w:val="24"/>
        </w:rPr>
        <w:t xml:space="preserve"> de tout changement susceptible d’intervenir:</w:t>
      </w:r>
    </w:p>
    <w:p w14:paraId="43C4AE2E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AFFC9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 xml:space="preserve">Nom: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1D13C380" w14:textId="77777777" w:rsidR="00EA7449" w:rsidRDefault="00EA7449" w:rsidP="00EA74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FC8">
        <w:rPr>
          <w:rFonts w:ascii="Times New Roman" w:hAnsi="Times New Roman" w:cs="Times New Roman"/>
          <w:sz w:val="24"/>
          <w:szCs w:val="24"/>
        </w:rPr>
        <w:t>Titre:</w:t>
      </w:r>
    </w:p>
    <w:p w14:paraId="1A3FB42F" w14:textId="77777777" w:rsidR="00EA7449" w:rsidRDefault="00EA7449" w:rsidP="00EA74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et </w:t>
      </w:r>
      <w:r w:rsidRPr="00131FC8">
        <w:rPr>
          <w:rFonts w:ascii="Times New Roman" w:hAnsi="Times New Roman" w:cs="Times New Roman"/>
          <w:sz w:val="24"/>
          <w:szCs w:val="24"/>
        </w:rPr>
        <w:t>Signature: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14:paraId="18F028C6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058E229" w14:textId="77777777" w:rsid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E91B81" w14:textId="77777777" w:rsidR="00EA7449" w:rsidRPr="00EA7449" w:rsidRDefault="00EA7449" w:rsidP="00364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D11130" w14:textId="77777777" w:rsidR="00EA7449" w:rsidRPr="003643B8" w:rsidRDefault="00EA7449" w:rsidP="003643B8">
      <w:pPr>
        <w:spacing w:after="0"/>
        <w:jc w:val="center"/>
        <w:rPr>
          <w:rFonts w:ascii="Times New Roman" w:hAnsi="Times New Roman" w:cs="Times New Roman"/>
          <w:sz w:val="4"/>
          <w:szCs w:val="24"/>
        </w:rPr>
      </w:pPr>
    </w:p>
    <w:p w14:paraId="108D1284" w14:textId="77777777" w:rsidR="00131FC8" w:rsidRPr="003643B8" w:rsidRDefault="00131FC8" w:rsidP="003643B8">
      <w:pPr>
        <w:spacing w:after="0"/>
        <w:jc w:val="center"/>
        <w:rPr>
          <w:rFonts w:ascii="Times New Roman" w:hAnsi="Times New Roman" w:cs="Times New Roman"/>
          <w:sz w:val="2"/>
          <w:szCs w:val="24"/>
        </w:rPr>
      </w:pPr>
    </w:p>
    <w:p w14:paraId="0F0C0EA6" w14:textId="77777777" w:rsidR="00131FC8" w:rsidRPr="003643B8" w:rsidRDefault="00131FC8" w:rsidP="00364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Style w:val="Style2"/>
        <w:tblW w:w="9638" w:type="dxa"/>
        <w:tblLook w:val="0000" w:firstRow="0" w:lastRow="0" w:firstColumn="0" w:lastColumn="0" w:noHBand="0" w:noVBand="0"/>
      </w:tblPr>
      <w:tblGrid>
        <w:gridCol w:w="31660"/>
      </w:tblGrid>
      <w:tr w:rsidR="00914DE4" w14:paraId="352DE6CB" w14:textId="77777777" w:rsidTr="00914DE4">
        <w:trPr>
          <w:trHeight w:val="510"/>
        </w:trPr>
        <w:tc>
          <w:tcPr>
            <w:tcW w:w="9558" w:type="dxa"/>
            <w:vAlign w:val="center"/>
          </w:tcPr>
          <w:p w14:paraId="5C9AAEB9" w14:textId="77777777" w:rsidR="00EA7449" w:rsidRPr="00EA7449" w:rsidRDefault="00EA7449" w:rsidP="00914DE4">
            <w:pPr>
              <w:pStyle w:val="Paragraphedeliste"/>
              <w:ind w:left="567" w:right="252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7449">
              <w:rPr>
                <w:rFonts w:ascii="Times New Roman" w:hAnsi="Times New Roman" w:cs="Times New Roman"/>
                <w:b/>
                <w:sz w:val="26"/>
                <w:szCs w:val="26"/>
              </w:rPr>
              <w:t>Partie réservée à la GIZ (à ne pas remplir)</w:t>
            </w:r>
          </w:p>
        </w:tc>
      </w:tr>
      <w:tr w:rsidR="00914DE4" w14:paraId="348D73B2" w14:textId="77777777" w:rsidTr="00914DE4">
        <w:trPr>
          <w:trHeight w:val="2115"/>
        </w:trPr>
        <w:tc>
          <w:tcPr>
            <w:tcW w:w="9558" w:type="dxa"/>
          </w:tcPr>
          <w:p w14:paraId="3CFBCFB0" w14:textId="77777777" w:rsidR="00EA7449" w:rsidRDefault="00EA7449" w:rsidP="00F35BA4">
            <w:pPr>
              <w:tabs>
                <w:tab w:val="left" w:pos="2940"/>
                <w:tab w:val="left" w:pos="4260"/>
                <w:tab w:val="left" w:pos="6000"/>
              </w:tabs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5B79E4" w14:textId="77777777" w:rsidR="003F2A5A" w:rsidRDefault="00755076" w:rsidP="00F35BA4">
            <w:pPr>
              <w:tabs>
                <w:tab w:val="left" w:pos="2940"/>
                <w:tab w:val="left" w:pos="4260"/>
                <w:tab w:val="left" w:pos="6000"/>
              </w:tabs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2CECD6D" wp14:editId="32ABC43C">
                      <wp:simplePos x="0" y="0"/>
                      <wp:positionH relativeFrom="column">
                        <wp:posOffset>4531995</wp:posOffset>
                      </wp:positionH>
                      <wp:positionV relativeFrom="paragraph">
                        <wp:posOffset>20955</wp:posOffset>
                      </wp:positionV>
                      <wp:extent cx="257175" cy="133350"/>
                      <wp:effectExtent l="0" t="0" r="28575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0F67BC" w14:textId="77777777" w:rsidR="00EA7449" w:rsidRDefault="00EA7449" w:rsidP="00EA7449">
                                  <w:pPr>
                                    <w:jc w:val="center"/>
                                  </w:pPr>
                                  <w:r>
                                    <w:t xml:space="preserve">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ECD6D" id="Rectangle 39" o:spid="_x0000_s1026" style="position:absolute;left:0;text-align:left;margin-left:356.85pt;margin-top:1.65pt;width:20.25pt;height:1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" fillcolor="white [3201]" strokecolor="black [3200]" strokeweight="1pt">
                      <v:textbox>
                        <w:txbxContent>
                          <w:p w14:paraId="730F67BC" w14:textId="77777777" w:rsidR="00EA7449" w:rsidRDefault="00EA7449" w:rsidP="00EA7449">
                            <w:pPr>
                              <w:jc w:val="center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2941262" wp14:editId="0591F240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20955</wp:posOffset>
                      </wp:positionV>
                      <wp:extent cx="257175" cy="133350"/>
                      <wp:effectExtent l="0" t="0" r="28575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3B9826" w14:textId="77777777" w:rsidR="00EA7449" w:rsidRDefault="00755076" w:rsidP="00EA7449">
                                  <w:pPr>
                                    <w:jc w:val="center"/>
                                  </w:pPr>
                                  <w:r>
                                    <w:t xml:space="preserve">                    </w:t>
                                  </w:r>
                                  <w:r w:rsidR="00EA7449"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941262" id="Rectangle 38" o:spid="_x0000_s1027" style="position:absolute;left:0;text-align:left;margin-left:264.6pt;margin-top:1.65pt;width:20.25pt;height:1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093B9826" w14:textId="77777777" w:rsidR="00EA7449" w:rsidRDefault="00755076" w:rsidP="00EA7449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  <w:r w:rsidR="00EA7449"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449">
              <w:rPr>
                <w:rFonts w:ascii="Times New Roman" w:hAnsi="Times New Roman" w:cs="Times New Roman"/>
                <w:sz w:val="26"/>
                <w:szCs w:val="26"/>
              </w:rPr>
              <w:t>Mandataire</w:t>
            </w:r>
            <w:r w:rsidR="00CC5F17">
              <w:rPr>
                <w:rFonts w:ascii="Times New Roman" w:hAnsi="Times New Roman" w:cs="Times New Roman"/>
                <w:sz w:val="26"/>
                <w:szCs w:val="26"/>
              </w:rPr>
              <w:t xml:space="preserve"> / 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ournisseur</w:t>
            </w:r>
            <w:r w:rsidR="00EA7449">
              <w:rPr>
                <w:rFonts w:ascii="Times New Roman" w:hAnsi="Times New Roman" w:cs="Times New Roman"/>
                <w:sz w:val="26"/>
                <w:szCs w:val="26"/>
              </w:rPr>
              <w:t xml:space="preserve"> agréé</w:t>
            </w:r>
            <w:r w:rsidR="003F2A5A">
              <w:rPr>
                <w:rFonts w:ascii="Times New Roman" w:hAnsi="Times New Roman" w:cs="Times New Roman"/>
                <w:sz w:val="26"/>
                <w:szCs w:val="26"/>
              </w:rPr>
              <w:t> :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EA7449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      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>Oui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ab/>
            </w:r>
            <w:r w:rsidR="00EA7449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 xml:space="preserve">  </w:t>
            </w:r>
            <w:r w:rsidR="003F2A5A">
              <w:rPr>
                <w:rFonts w:ascii="Times New Roman" w:hAnsi="Times New Roman" w:cs="Times New Roman"/>
                <w:noProof/>
                <w:sz w:val="26"/>
                <w:szCs w:val="26"/>
                <w:lang w:eastAsia="fr-FR"/>
              </w:rPr>
              <w:t>Non</w:t>
            </w:r>
          </w:p>
          <w:p w14:paraId="4E489616" w14:textId="77777777" w:rsidR="00EA7449" w:rsidRDefault="00EA7449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1B2B13E" w14:textId="77777777" w:rsidR="003F2A5A" w:rsidRDefault="003F2A5A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N° </w:t>
            </w:r>
            <w:r w:rsidR="00684A93">
              <w:rPr>
                <w:rFonts w:ascii="Times New Roman" w:hAnsi="Times New Roman" w:cs="Times New Roman"/>
                <w:sz w:val="26"/>
                <w:szCs w:val="26"/>
              </w:rPr>
              <w:t>Mandataire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C5F17">
              <w:rPr>
                <w:rFonts w:ascii="Times New Roman" w:hAnsi="Times New Roman" w:cs="Times New Roman"/>
                <w:sz w:val="26"/>
                <w:szCs w:val="26"/>
              </w:rPr>
              <w:t>/ F</w:t>
            </w:r>
            <w:r w:rsidR="00755076">
              <w:rPr>
                <w:rFonts w:ascii="Times New Roman" w:hAnsi="Times New Roman" w:cs="Times New Roman"/>
                <w:sz w:val="26"/>
                <w:szCs w:val="26"/>
              </w:rPr>
              <w:t xml:space="preserve">ournisseur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…………………….</w:t>
            </w:r>
          </w:p>
          <w:p w14:paraId="4F467CE7" w14:textId="77777777" w:rsidR="00EA7449" w:rsidRDefault="00EA7449" w:rsidP="00F35BA4">
            <w:pPr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327A8A" w14:textId="77777777" w:rsidR="00EA7449" w:rsidRDefault="00EA7449" w:rsidP="00755076">
            <w:pPr>
              <w:spacing w:line="276" w:lineRule="auto"/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5F1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Note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193EB0E" w14:textId="77777777" w:rsidR="00755076" w:rsidRDefault="00755076" w:rsidP="00755076">
            <w:pPr>
              <w:spacing w:line="276" w:lineRule="auto"/>
              <w:ind w:left="6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AD59A5" w14:textId="77777777" w:rsidR="00755076" w:rsidRDefault="00755076" w:rsidP="00755076">
            <w:pPr>
              <w:spacing w:line="72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Enregistré par (noms) : __________________________________</w:t>
            </w:r>
          </w:p>
          <w:p w14:paraId="3F54D573" w14:textId="77777777" w:rsidR="003F2A5A" w:rsidRDefault="00755076" w:rsidP="00755076">
            <w:pPr>
              <w:spacing w:line="720" w:lineRule="auto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et signature : ______________________________________</w:t>
            </w:r>
          </w:p>
        </w:tc>
      </w:tr>
    </w:tbl>
    <w:p w14:paraId="319C421D" w14:textId="77777777" w:rsidR="003F2A5A" w:rsidRDefault="003F2A5A" w:rsidP="00131FC8">
      <w:pPr>
        <w:rPr>
          <w:rFonts w:ascii="Times New Roman" w:hAnsi="Times New Roman" w:cs="Times New Roman"/>
          <w:sz w:val="24"/>
          <w:szCs w:val="24"/>
        </w:rPr>
      </w:pPr>
    </w:p>
    <w:p w14:paraId="52A13331" w14:textId="77777777" w:rsidR="00914DE4" w:rsidRDefault="00914DE4">
      <w:pPr>
        <w:rPr>
          <w:rFonts w:ascii="Times New Roman" w:hAnsi="Times New Roman" w:cs="Times New Roman"/>
          <w:sz w:val="24"/>
          <w:szCs w:val="24"/>
        </w:rPr>
      </w:pPr>
    </w:p>
    <w:p w14:paraId="0D35C4C8" w14:textId="77777777" w:rsidR="001908BE" w:rsidRPr="00E86C57" w:rsidRDefault="001908BE" w:rsidP="001908BE">
      <w:pPr>
        <w:tabs>
          <w:tab w:val="left" w:pos="708"/>
          <w:tab w:val="left" w:pos="1416"/>
          <w:tab w:val="left" w:pos="2124"/>
          <w:tab w:val="left" w:pos="2832"/>
          <w:tab w:val="left" w:pos="5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908BE" w:rsidRPr="00E86C57" w:rsidSect="001908BE">
      <w:pgSz w:w="11906" w:h="16838"/>
      <w:pgMar w:top="1985" w:right="1417" w:bottom="1134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0B7A8" w14:textId="77777777" w:rsidR="008B1F0A" w:rsidRDefault="008B1F0A" w:rsidP="003F2A5A">
      <w:pPr>
        <w:spacing w:after="0" w:line="240" w:lineRule="auto"/>
      </w:pPr>
      <w:r>
        <w:separator/>
      </w:r>
    </w:p>
  </w:endnote>
  <w:endnote w:type="continuationSeparator" w:id="0">
    <w:p w14:paraId="7EC2525D" w14:textId="77777777" w:rsidR="008B1F0A" w:rsidRDefault="008B1F0A" w:rsidP="003F2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AE84C" w14:textId="77777777" w:rsidR="008B1F0A" w:rsidRDefault="008B1F0A" w:rsidP="003F2A5A">
      <w:pPr>
        <w:spacing w:after="0" w:line="240" w:lineRule="auto"/>
      </w:pPr>
      <w:r>
        <w:separator/>
      </w:r>
    </w:p>
  </w:footnote>
  <w:footnote w:type="continuationSeparator" w:id="0">
    <w:p w14:paraId="1D3E9BEE" w14:textId="77777777" w:rsidR="008B1F0A" w:rsidRDefault="008B1F0A" w:rsidP="003F2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1FD29" w14:textId="77777777" w:rsidR="003F2A5A" w:rsidRDefault="003F2A5A" w:rsidP="003F2A5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20C2"/>
    <w:multiLevelType w:val="hybridMultilevel"/>
    <w:tmpl w:val="4EE886E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52EAF"/>
    <w:multiLevelType w:val="hybridMultilevel"/>
    <w:tmpl w:val="5B96FF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C6019"/>
    <w:multiLevelType w:val="hybridMultilevel"/>
    <w:tmpl w:val="FCB8D9AE"/>
    <w:lvl w:ilvl="0" w:tplc="D8780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3268"/>
    <w:multiLevelType w:val="hybridMultilevel"/>
    <w:tmpl w:val="047C79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704EC"/>
    <w:multiLevelType w:val="hybridMultilevel"/>
    <w:tmpl w:val="5B96FF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10F88"/>
    <w:multiLevelType w:val="hybridMultilevel"/>
    <w:tmpl w:val="18AAAC2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43097"/>
    <w:multiLevelType w:val="hybridMultilevel"/>
    <w:tmpl w:val="969EB394"/>
    <w:lvl w:ilvl="0" w:tplc="8076A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F51F6"/>
    <w:multiLevelType w:val="hybridMultilevel"/>
    <w:tmpl w:val="461AE074"/>
    <w:lvl w:ilvl="0" w:tplc="8D42AA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E0F43"/>
    <w:multiLevelType w:val="hybridMultilevel"/>
    <w:tmpl w:val="5AF4B398"/>
    <w:lvl w:ilvl="0" w:tplc="9E6AD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F714A"/>
    <w:multiLevelType w:val="hybridMultilevel"/>
    <w:tmpl w:val="C31A6DBA"/>
    <w:lvl w:ilvl="0" w:tplc="B3626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F04DE"/>
    <w:multiLevelType w:val="hybridMultilevel"/>
    <w:tmpl w:val="F8EC36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572B2"/>
    <w:multiLevelType w:val="hybridMultilevel"/>
    <w:tmpl w:val="EF40094E"/>
    <w:lvl w:ilvl="0" w:tplc="9C9A2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7367A"/>
    <w:multiLevelType w:val="hybridMultilevel"/>
    <w:tmpl w:val="F8EC36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F3FB8"/>
    <w:multiLevelType w:val="hybridMultilevel"/>
    <w:tmpl w:val="64D4819E"/>
    <w:lvl w:ilvl="0" w:tplc="B92E9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20858"/>
    <w:multiLevelType w:val="hybridMultilevel"/>
    <w:tmpl w:val="C98EC3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24121"/>
    <w:multiLevelType w:val="hybridMultilevel"/>
    <w:tmpl w:val="B4CEF0EE"/>
    <w:lvl w:ilvl="0" w:tplc="26A4E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"/>
  </w:num>
  <w:num w:numId="9">
    <w:abstractNumId w:val="2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15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19"/>
    <w:rsid w:val="00026091"/>
    <w:rsid w:val="00064CE3"/>
    <w:rsid w:val="000E280E"/>
    <w:rsid w:val="00131FC8"/>
    <w:rsid w:val="0016328D"/>
    <w:rsid w:val="001908BE"/>
    <w:rsid w:val="00207BB6"/>
    <w:rsid w:val="00215F2D"/>
    <w:rsid w:val="00231810"/>
    <w:rsid w:val="002D73D0"/>
    <w:rsid w:val="003029DF"/>
    <w:rsid w:val="00321E88"/>
    <w:rsid w:val="0033440F"/>
    <w:rsid w:val="003643B8"/>
    <w:rsid w:val="003C716D"/>
    <w:rsid w:val="003F2A5A"/>
    <w:rsid w:val="00402C53"/>
    <w:rsid w:val="004274A1"/>
    <w:rsid w:val="00452DB5"/>
    <w:rsid w:val="004C39AA"/>
    <w:rsid w:val="00503FFB"/>
    <w:rsid w:val="005361A5"/>
    <w:rsid w:val="00557FD4"/>
    <w:rsid w:val="005B1879"/>
    <w:rsid w:val="00664413"/>
    <w:rsid w:val="00684A93"/>
    <w:rsid w:val="00686B68"/>
    <w:rsid w:val="006A5F07"/>
    <w:rsid w:val="007545A5"/>
    <w:rsid w:val="00755076"/>
    <w:rsid w:val="007705F2"/>
    <w:rsid w:val="008B1F0A"/>
    <w:rsid w:val="008C2539"/>
    <w:rsid w:val="00914DE4"/>
    <w:rsid w:val="009543A3"/>
    <w:rsid w:val="00957D19"/>
    <w:rsid w:val="009706E3"/>
    <w:rsid w:val="00A16439"/>
    <w:rsid w:val="00A526B4"/>
    <w:rsid w:val="00A81DA2"/>
    <w:rsid w:val="00B672E0"/>
    <w:rsid w:val="00C4044F"/>
    <w:rsid w:val="00C41C5D"/>
    <w:rsid w:val="00CC5F17"/>
    <w:rsid w:val="00CE2C84"/>
    <w:rsid w:val="00CF252B"/>
    <w:rsid w:val="00DB20BE"/>
    <w:rsid w:val="00DD1C6C"/>
    <w:rsid w:val="00E02B23"/>
    <w:rsid w:val="00E41E8C"/>
    <w:rsid w:val="00E71F3E"/>
    <w:rsid w:val="00E86C57"/>
    <w:rsid w:val="00EA7449"/>
    <w:rsid w:val="00EC35A4"/>
    <w:rsid w:val="00EF1CD4"/>
    <w:rsid w:val="00F3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78B2CB"/>
  <w15:docId w15:val="{61A10F9D-EC92-4439-BE1B-02EC3E0E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1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13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6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6C57"/>
  </w:style>
  <w:style w:type="paragraph" w:styleId="Pieddepage">
    <w:name w:val="footer"/>
    <w:basedOn w:val="Normal"/>
    <w:link w:val="PieddepageCar"/>
    <w:uiPriority w:val="99"/>
    <w:unhideWhenUsed/>
    <w:rsid w:val="003F2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A5A"/>
  </w:style>
  <w:style w:type="paragraph" w:styleId="Textedebulles">
    <w:name w:val="Balloon Text"/>
    <w:basedOn w:val="Normal"/>
    <w:link w:val="TextedebullesCar"/>
    <w:uiPriority w:val="99"/>
    <w:semiHidden/>
    <w:unhideWhenUsed/>
    <w:rsid w:val="003F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2A5A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auweb1"/>
    <w:uiPriority w:val="99"/>
    <w:rsid w:val="00A16439"/>
    <w:pPr>
      <w:spacing w:after="0" w:line="240" w:lineRule="auto"/>
    </w:pPr>
    <w:tblPr>
      <w:tblBorders>
        <w:top w:val="outset" w:sz="12" w:space="0" w:color="auto"/>
        <w:left w:val="outset" w:sz="12" w:space="0" w:color="auto"/>
        <w:bottom w:val="outset" w:sz="12" w:space="0" w:color="auto"/>
        <w:right w:val="outset" w:sz="12" w:space="0" w:color="auto"/>
        <w:insideH w:val="outset" w:sz="12" w:space="0" w:color="auto"/>
        <w:insideV w:val="outset" w:sz="12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2">
    <w:name w:val="Style2"/>
    <w:basedOn w:val="Tableauweb1"/>
    <w:uiPriority w:val="99"/>
    <w:rsid w:val="00215F2D"/>
    <w:pPr>
      <w:spacing w:after="0" w:line="240" w:lineRule="auto"/>
    </w:pPr>
    <w:tblPr>
      <w:tblBorders>
        <w:top w:val="outset" w:sz="8" w:space="0" w:color="D9D9D9" w:themeColor="background1" w:themeShade="D9"/>
        <w:left w:val="outset" w:sz="8" w:space="0" w:color="D9D9D9" w:themeColor="background1" w:themeShade="D9"/>
        <w:bottom w:val="outset" w:sz="8" w:space="0" w:color="D9D9D9" w:themeColor="background1" w:themeShade="D9"/>
        <w:right w:val="outset" w:sz="8" w:space="0" w:color="D9D9D9" w:themeColor="background1" w:themeShade="D9"/>
        <w:insideH w:val="outset" w:sz="8" w:space="0" w:color="D9D9D9" w:themeColor="background1" w:themeShade="D9"/>
        <w:insideV w:val="outset" w:sz="8" w:space="0" w:color="D9D9D9" w:themeColor="background1" w:themeShade="D9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1">
    <w:name w:val="Table Web 1"/>
    <w:basedOn w:val="TableauNormal"/>
    <w:uiPriority w:val="99"/>
    <w:semiHidden/>
    <w:unhideWhenUsed/>
    <w:rsid w:val="00A1643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honcon_bj\AppData\Local\Microsoft\Windows\Temporary%20Internet%20Files\Content.Outlook\KJYTOZ7Z\Fiche%20de%20pr&#233;sentation%20des%20soumissionnaires%20(2)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B33A4094765C43842BF75870C6DB50" ma:contentTypeVersion="14" ma:contentTypeDescription="Crée un document." ma:contentTypeScope="" ma:versionID="39a606caa3675bc98646480f4c2d99b2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7f858bd2d2c4f7d2ed0221300a9fe8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Props1.xml><?xml version="1.0" encoding="utf-8"?>
<ds:datastoreItem xmlns:ds="http://schemas.openxmlformats.org/officeDocument/2006/customXml" ds:itemID="{E8B14703-ACA2-43B3-BEE3-6E9592894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7886CD-7F63-4917-B8B6-8EAE63844476}"/>
</file>

<file path=customXml/itemProps3.xml><?xml version="1.0" encoding="utf-8"?>
<ds:datastoreItem xmlns:ds="http://schemas.openxmlformats.org/officeDocument/2006/customXml" ds:itemID="{4FBA12A4-9271-444E-B54E-B34622AC38BB}"/>
</file>

<file path=customXml/itemProps4.xml><?xml version="1.0" encoding="utf-8"?>
<ds:datastoreItem xmlns:ds="http://schemas.openxmlformats.org/officeDocument/2006/customXml" ds:itemID="{92A932C3-A794-42C9-8D85-99E51AE44527}"/>
</file>

<file path=docProps/app.xml><?xml version="1.0" encoding="utf-8"?>
<Properties xmlns="http://schemas.openxmlformats.org/officeDocument/2006/extended-properties" xmlns:vt="http://schemas.openxmlformats.org/officeDocument/2006/docPropsVTypes">
  <Template>Fiche de présentation des soumissionnaires (2)</Template>
  <TotalTime>0</TotalTime>
  <Pages>3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GIZ GmbH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Geraldo Zohoncon</dc:creator>
  <cp:lastModifiedBy>keita, Ramata GIZ ML</cp:lastModifiedBy>
  <cp:revision>13</cp:revision>
  <cp:lastPrinted>2017-09-04T11:55:00Z</cp:lastPrinted>
  <dcterms:created xsi:type="dcterms:W3CDTF">2021-02-15T11:19:00Z</dcterms:created>
  <dcterms:modified xsi:type="dcterms:W3CDTF">2024-09-02T12:43:00Z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</Properties>
</file>